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6112EA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6112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40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6112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6112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12EA" w:rsidRP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Средња (Централна)  Азија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6112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12EA" w:rsidRP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Утврђивање знања о географским 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112EA" w:rsidRP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одликама Средње Азије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112EA" w:rsidRP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и примена нових знања о рељефу, клими, водама, биљном и животињском свету,  становништву и привреди Средње Азије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6112EA" w:rsidRPr="006112EA" w:rsidRDefault="006112EA" w:rsidP="006112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зашто  је  Средња  Азија најконтиненталнија  регија  света</w:t>
            </w:r>
          </w:p>
          <w:p w:rsidR="006112EA" w:rsidRPr="006112EA" w:rsidRDefault="006112EA" w:rsidP="006112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карти  покаже  истакнуте  планине,  низије  и  пустиње  Средње  Азије</w:t>
            </w:r>
          </w:p>
          <w:p w:rsidR="006112EA" w:rsidRPr="006112EA" w:rsidRDefault="006112EA" w:rsidP="006112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утицај  географског  положаја и  рељефа на  климу  и  хидрографске  одлике  Средње  Азије</w:t>
            </w:r>
          </w:p>
          <w:p w:rsidR="006112EA" w:rsidRPr="006112EA" w:rsidRDefault="006112EA" w:rsidP="006112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и образложи  потребу  за  наводњавањем  пољопривредног земљишта</w:t>
            </w:r>
          </w:p>
          <w:p w:rsidR="00D0461E" w:rsidRPr="005F7634" w:rsidRDefault="006112EA" w:rsidP="006112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разуме значај  који  Средња  Азија   има  у  копненом саобраћају</w:t>
            </w:r>
            <w:bookmarkStart w:id="0" w:name="_GoBack"/>
            <w:bookmarkEnd w:id="0"/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6112EA" w:rsidRPr="006112EA" w:rsidRDefault="006112EA" w:rsidP="006112E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1.1.3. препознаје и чита географске и допунске елементе</w:t>
            </w:r>
          </w:p>
          <w:p w:rsidR="006112EA" w:rsidRPr="006112EA" w:rsidRDefault="006112EA" w:rsidP="006112E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1.4.2. именује континенте и препознаје њихове основне природне и друштвене одлике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6112EA" w:rsidRPr="006112EA" w:rsidRDefault="006112EA" w:rsidP="006112E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ГЕ.2.1.2. одређује положај места и тачака на географској карти</w:t>
            </w:r>
          </w:p>
          <w:p w:rsidR="006112EA" w:rsidRPr="006112EA" w:rsidRDefault="006112EA" w:rsidP="006112E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ГЕ.2.1.3. препознаје и објашњава географске чињенице - објекте, појаве, процесе и односе који су представљени моделом, сликом, графиком, табелом и схемом</w:t>
            </w:r>
          </w:p>
          <w:p w:rsidR="006112EA" w:rsidRPr="006112EA" w:rsidRDefault="006112EA" w:rsidP="006112E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ГЕ.2.1.4. приказује понуђене географске податке: на немој карти, картографским изражајним средствима (бојама, линијама, простим геометријским знацима, симболичким знацима ...), графиком, табелом и схемом</w:t>
            </w:r>
          </w:p>
          <w:p w:rsidR="006112EA" w:rsidRPr="006112EA" w:rsidRDefault="006112EA" w:rsidP="006112E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2.4.2. описује природне и друштвене одлике континената и наводи њихове географске регије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6112EA" w:rsidRPr="006112EA" w:rsidRDefault="006112EA" w:rsidP="006112E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</w:r>
          </w:p>
          <w:p w:rsidR="00664F16" w:rsidRPr="005F7634" w:rsidRDefault="006112EA" w:rsidP="006112E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ГЕ.3.4.3. објашњава географске везе и законитости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простору  Средње  Азије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6112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6112EA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Информишемо  ученике  да  ће  се  провера  усвојености  знања  о  Средњој  Азији кроз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попуњавање  неме  карте и  усмено  одговарање.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Налажемо ученицима  да  отворе  вежбанку,  страна  22.  и  дајемо  им  следеће задатке:</w:t>
            </w:r>
          </w:p>
          <w:p w:rsidR="006112EA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-да 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ураде  тражени  задатак  на  немој  карти,  а затим:</w:t>
            </w:r>
          </w:p>
          <w:p w:rsidR="006112EA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-обоје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зеленом бојом  територијално  најмању  државу  Средње  Азије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-црвеном бојом подебљај</w:t>
            </w:r>
            <w:r w:rsidR="00850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линију  која  представља  границу  Средње  Азије према државама  Југозападне  Азије.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-тачкастом  површином и </w:t>
            </w:r>
            <w:r w:rsidR="00850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натписом  означе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пустињу  Каракум</w:t>
            </w:r>
          </w:p>
          <w:p w:rsidR="006112EA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-бројевима  означе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следеће  појмове: 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1.језеро  које  због  еколошке катастрофе нестаје 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2.ушће  реке  Урал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3.планину  Памир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4.језеро  Исик-Кул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5.главни  град  Узбекистана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Постављамо  питања  за  усмену  проверу  знања:</w:t>
            </w:r>
          </w:p>
          <w:p w:rsidR="006112EA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-Која  је  највећа  конт</w:t>
            </w:r>
            <w:r w:rsidR="00611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инентална земља  света?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</w:t>
            </w:r>
            <w:r w:rsidR="00850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оје  планине  Средње 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зије имају  висину  преко  7000 м?</w:t>
            </w:r>
          </w:p>
          <w:p w:rsidR="006112EA" w:rsidRDefault="006112E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850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Наведи  2  најзначајније реке  Средње  Азије.</w:t>
            </w:r>
          </w:p>
          <w:p w:rsidR="00850B46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-Наведи  три  језера  Средње  Азије.</w:t>
            </w:r>
          </w:p>
          <w:p w:rsidR="00850B46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-Који  је  једини  народ  иранске  групе  у  Средњој  Азији?</w:t>
            </w:r>
          </w:p>
          <w:p w:rsidR="00850B46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 којој  земљи  Руси  чине  око  20  %  становништва?</w:t>
            </w:r>
          </w:p>
          <w:p w:rsidR="00850B46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-Која је највжнија  пољопривредна  култура  Средње  Азије'</w:t>
            </w:r>
          </w:p>
          <w:p w:rsidR="00850B46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-Наведи  најплоднију  и  најнасељенију  долину  Средње  Азије.</w:t>
            </w:r>
          </w:p>
          <w:p w:rsidR="00850B46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-Који  се градови  истичу  по  бројним  споменицима исламске  архитектуре?.</w:t>
            </w:r>
          </w:p>
          <w:p w:rsidR="006112EA" w:rsidRPr="00545C96" w:rsidRDefault="00850B4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-Наведи  основни  узрок  нестанка  Аралског  језера.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850B46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Вршимо евалуацију  одговора  и  дајемо  оцене уз  образложење истих.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606767" w:rsidRPr="00850B46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112EA"/>
    <w:rsid w:val="00664F16"/>
    <w:rsid w:val="00670648"/>
    <w:rsid w:val="006F2937"/>
    <w:rsid w:val="007E6623"/>
    <w:rsid w:val="00850B46"/>
    <w:rsid w:val="00854D2A"/>
    <w:rsid w:val="008F0F0B"/>
    <w:rsid w:val="00942ED0"/>
    <w:rsid w:val="0096516D"/>
    <w:rsid w:val="00A17F87"/>
    <w:rsid w:val="00A45210"/>
    <w:rsid w:val="00A47E59"/>
    <w:rsid w:val="00AB78A4"/>
    <w:rsid w:val="00B36B07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2AD3F-2381-4ABE-817D-3ACA5F56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2020-07-05T11:24:00Z</dcterms:created>
  <dcterms:modified xsi:type="dcterms:W3CDTF">2020-07-05T11:25:00Z</dcterms:modified>
</cp:coreProperties>
</file>